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82">
    <v:background id="_x0000_s1025" o:bwmode="white" fillcolor="#000082" o:targetscreensize="1024,768">
      <v:fill color2="#0047ff" angle="-45" focusposition=".5,.5" focussize="" colors="0 #000082;8520f #0047ff;18350f #000082;28180f #0047ff;38011f #000082;47186f #0047ff;57016f #000082;1 #0047ff" method="none" focus="100%" type="gradientRadial"/>
    </v:background>
  </w:background>
  <w:body>
    <w:p w:rsidR="00E05DB2" w:rsidRPr="009D06FA" w:rsidRDefault="00E05DB2" w:rsidP="00E05DB2">
      <w:pPr>
        <w:jc w:val="center"/>
        <w:rPr>
          <w:rFonts w:ascii="Algerian" w:hAnsi="Algerian"/>
          <w:sz w:val="56"/>
          <w:szCs w:val="56"/>
        </w:rPr>
      </w:pPr>
      <w:r w:rsidRPr="009D06FA">
        <w:rPr>
          <w:rFonts w:ascii="Algerian" w:hAnsi="Algerian"/>
          <w:sz w:val="56"/>
          <w:szCs w:val="56"/>
        </w:rPr>
        <w:t>Circus recount</w:t>
      </w:r>
    </w:p>
    <w:p w:rsidR="00A501A9" w:rsidRPr="009D06FA" w:rsidRDefault="00E05DB2" w:rsidP="00E05DB2">
      <w:pPr>
        <w:rPr>
          <w:rFonts w:ascii="Algerian" w:hAnsi="Algerian"/>
          <w:sz w:val="28"/>
          <w:szCs w:val="28"/>
        </w:rPr>
      </w:pPr>
      <w:r w:rsidRPr="009D06FA">
        <w:rPr>
          <w:rFonts w:ascii="Algerian" w:hAnsi="Algerian"/>
          <w:sz w:val="28"/>
          <w:szCs w:val="28"/>
        </w:rPr>
        <w:t xml:space="preserve">Last week room10 went to the hall full of excitement. We were all ready to take part in our very first circus </w:t>
      </w:r>
      <w:r w:rsidR="00C40C6C" w:rsidRPr="009D06FA">
        <w:rPr>
          <w:rFonts w:ascii="Algerian" w:hAnsi="Algerian"/>
          <w:sz w:val="28"/>
          <w:szCs w:val="28"/>
        </w:rPr>
        <w:t>workshop. We were all buzzing to be the first ones to enter our big hall.</w:t>
      </w:r>
    </w:p>
    <w:p w:rsidR="00C40C6C" w:rsidRPr="009D06FA" w:rsidRDefault="00C40C6C" w:rsidP="00E05DB2">
      <w:pPr>
        <w:rPr>
          <w:rFonts w:ascii="Algerian" w:hAnsi="Algerian"/>
          <w:sz w:val="28"/>
          <w:szCs w:val="28"/>
        </w:rPr>
      </w:pPr>
      <w:r w:rsidRPr="009D06FA">
        <w:rPr>
          <w:rFonts w:ascii="Algerian" w:hAnsi="Algerian"/>
          <w:sz w:val="28"/>
          <w:szCs w:val="28"/>
        </w:rPr>
        <w:t xml:space="preserve">As we walked in music started playing we were all proud to see George and </w:t>
      </w:r>
      <w:r w:rsidR="004C53DF" w:rsidRPr="009D06FA">
        <w:rPr>
          <w:rFonts w:ascii="Algerian" w:hAnsi="Algerian"/>
          <w:sz w:val="28"/>
          <w:szCs w:val="28"/>
        </w:rPr>
        <w:t xml:space="preserve">Lil </w:t>
      </w:r>
      <w:r w:rsidRPr="009D06FA">
        <w:rPr>
          <w:rFonts w:ascii="Algerian" w:hAnsi="Algerian"/>
          <w:sz w:val="28"/>
          <w:szCs w:val="28"/>
        </w:rPr>
        <w:t>practising their tricks.</w:t>
      </w:r>
    </w:p>
    <w:p w:rsidR="00925B85" w:rsidRPr="009D06FA" w:rsidRDefault="00C40C6C" w:rsidP="00E05DB2">
      <w:pPr>
        <w:rPr>
          <w:rFonts w:ascii="Algerian" w:hAnsi="Algerian"/>
          <w:sz w:val="28"/>
          <w:szCs w:val="28"/>
        </w:rPr>
      </w:pPr>
      <w:r w:rsidRPr="009D06FA">
        <w:rPr>
          <w:rFonts w:ascii="Algerian" w:hAnsi="Algerian"/>
          <w:sz w:val="28"/>
          <w:szCs w:val="28"/>
        </w:rPr>
        <w:t xml:space="preserve">Our first task was to use the space </w:t>
      </w:r>
      <w:r w:rsidR="00925B85" w:rsidRPr="009D06FA">
        <w:rPr>
          <w:rFonts w:ascii="Algerian" w:hAnsi="Algerian"/>
          <w:sz w:val="28"/>
          <w:szCs w:val="28"/>
        </w:rPr>
        <w:t>wisely, everybody kept banging and crashing into each other, it was hilarious. After the warm up we split into two groups.</w:t>
      </w:r>
    </w:p>
    <w:p w:rsidR="00696966" w:rsidRPr="009D06FA" w:rsidRDefault="00925B85" w:rsidP="00E05DB2">
      <w:pPr>
        <w:rPr>
          <w:rFonts w:ascii="Algerian" w:hAnsi="Algerian"/>
          <w:sz w:val="28"/>
          <w:szCs w:val="28"/>
        </w:rPr>
      </w:pPr>
      <w:r w:rsidRPr="009D06FA">
        <w:rPr>
          <w:rFonts w:ascii="Algerian" w:hAnsi="Algerian"/>
          <w:sz w:val="28"/>
          <w:szCs w:val="28"/>
        </w:rPr>
        <w:t xml:space="preserve">One group went with George and the other with LIL.I went with lil. We did acrobatic moves like the </w:t>
      </w:r>
      <w:r w:rsidR="00696966" w:rsidRPr="009D06FA">
        <w:rPr>
          <w:rFonts w:ascii="Algerian" w:hAnsi="Algerian"/>
          <w:sz w:val="28"/>
          <w:szCs w:val="28"/>
        </w:rPr>
        <w:t>aeroplane, helicopter</w:t>
      </w:r>
      <w:r w:rsidRPr="009D06FA">
        <w:rPr>
          <w:rFonts w:ascii="Algerian" w:hAnsi="Algerian"/>
          <w:sz w:val="28"/>
          <w:szCs w:val="28"/>
        </w:rPr>
        <w:t xml:space="preserve">. </w:t>
      </w:r>
      <w:r w:rsidR="004C53DF" w:rsidRPr="009D06FA">
        <w:rPr>
          <w:rFonts w:ascii="Algerian" w:hAnsi="Algerian"/>
          <w:sz w:val="28"/>
          <w:szCs w:val="28"/>
        </w:rPr>
        <w:t xml:space="preserve">Lil </w:t>
      </w:r>
      <w:r w:rsidRPr="009D06FA">
        <w:rPr>
          <w:rFonts w:ascii="Algerian" w:hAnsi="Algerian"/>
          <w:sz w:val="28"/>
          <w:szCs w:val="28"/>
        </w:rPr>
        <w:t xml:space="preserve">told us to get into </w:t>
      </w:r>
      <w:r w:rsidR="00696966" w:rsidRPr="009D06FA">
        <w:rPr>
          <w:rFonts w:ascii="Algerian" w:hAnsi="Algerian"/>
          <w:sz w:val="28"/>
          <w:szCs w:val="28"/>
        </w:rPr>
        <w:t>pairs. She</w:t>
      </w:r>
      <w:r w:rsidRPr="009D06FA">
        <w:rPr>
          <w:rFonts w:ascii="Algerian" w:hAnsi="Algerian"/>
          <w:sz w:val="28"/>
          <w:szCs w:val="28"/>
        </w:rPr>
        <w:t xml:space="preserve"> told us we were doing the bunk bed</w:t>
      </w:r>
      <w:r w:rsidR="00696966" w:rsidRPr="009D06FA">
        <w:rPr>
          <w:rFonts w:ascii="Algerian" w:hAnsi="Algerian"/>
          <w:sz w:val="28"/>
          <w:szCs w:val="28"/>
        </w:rPr>
        <w:t>.IT was hard because you needed to put a lot of power in.</w:t>
      </w:r>
    </w:p>
    <w:p w:rsidR="004C53DF" w:rsidRPr="009D06FA" w:rsidRDefault="00696966" w:rsidP="00E05DB2">
      <w:pPr>
        <w:rPr>
          <w:rFonts w:ascii="Algerian" w:hAnsi="Algerian"/>
          <w:sz w:val="28"/>
          <w:szCs w:val="28"/>
        </w:rPr>
      </w:pPr>
      <w:r w:rsidRPr="009D06FA">
        <w:rPr>
          <w:rFonts w:ascii="Algerian" w:hAnsi="Algerian"/>
          <w:sz w:val="28"/>
          <w:szCs w:val="28"/>
        </w:rPr>
        <w:t xml:space="preserve">Next, we swapped over and moved to slapstick. This involved slapping kicking and </w:t>
      </w:r>
      <w:r w:rsidR="006861B4" w:rsidRPr="009D06FA">
        <w:rPr>
          <w:rFonts w:ascii="Algerian" w:hAnsi="Algerian"/>
          <w:sz w:val="28"/>
          <w:szCs w:val="28"/>
        </w:rPr>
        <w:t xml:space="preserve">miming. First we had to try </w:t>
      </w:r>
      <w:r w:rsidR="004C53DF" w:rsidRPr="009D06FA">
        <w:rPr>
          <w:rFonts w:ascii="Algerian" w:hAnsi="Algerian"/>
          <w:sz w:val="28"/>
          <w:szCs w:val="28"/>
        </w:rPr>
        <w:t xml:space="preserve">lifting </w:t>
      </w:r>
      <w:proofErr w:type="spellStart"/>
      <w:proofErr w:type="gramStart"/>
      <w:r w:rsidR="006861B4" w:rsidRPr="009D06FA">
        <w:rPr>
          <w:rFonts w:ascii="Algerian" w:hAnsi="Algerian"/>
          <w:sz w:val="28"/>
          <w:szCs w:val="28"/>
        </w:rPr>
        <w:t>a</w:t>
      </w:r>
      <w:proofErr w:type="spellEnd"/>
      <w:proofErr w:type="gramEnd"/>
      <w:r w:rsidR="006861B4" w:rsidRPr="009D06FA">
        <w:rPr>
          <w:rFonts w:ascii="Algerian" w:hAnsi="Algerian"/>
          <w:sz w:val="28"/>
          <w:szCs w:val="28"/>
        </w:rPr>
        <w:t xml:space="preserve"> imaginary pole. Next we tried to bang our heads on the </w:t>
      </w:r>
      <w:r w:rsidR="004C53DF" w:rsidRPr="009D06FA">
        <w:rPr>
          <w:rFonts w:ascii="Algerian" w:hAnsi="Algerian"/>
          <w:sz w:val="28"/>
          <w:szCs w:val="28"/>
        </w:rPr>
        <w:t>stage it was hard because you had to make it realistic. At the end we did a warm down.</w:t>
      </w:r>
    </w:p>
    <w:p w:rsidR="00C40C6C" w:rsidRPr="004F5120" w:rsidRDefault="004C53DF" w:rsidP="00E05DB2">
      <w:pPr>
        <w:rPr>
          <w:rFonts w:ascii="Algerian" w:hAnsi="Algerian"/>
          <w:sz w:val="28"/>
          <w:szCs w:val="28"/>
        </w:rPr>
      </w:pPr>
      <w:r w:rsidRPr="009D06FA">
        <w:rPr>
          <w:rFonts w:ascii="Algerian" w:hAnsi="Algerian"/>
          <w:sz w:val="28"/>
          <w:szCs w:val="28"/>
        </w:rPr>
        <w:t>The warm down was when we got into a circle and lean backwards</w:t>
      </w:r>
      <w:r w:rsidR="009D06FA" w:rsidRPr="009D06FA">
        <w:rPr>
          <w:rFonts w:ascii="Algerian" w:hAnsi="Algerian"/>
          <w:sz w:val="28"/>
          <w:szCs w:val="28"/>
        </w:rPr>
        <w:t>. Everybody injured there selves at</w:t>
      </w:r>
      <w:r w:rsidR="009D06FA">
        <w:rPr>
          <w:rFonts w:ascii="Algerian" w:hAnsi="Algerian"/>
          <w:sz w:val="32"/>
          <w:szCs w:val="32"/>
        </w:rPr>
        <w:t xml:space="preserve"> least twice. WE were all bubbling and buzzing to see the show. George and Lil were in there costumes. George </w:t>
      </w:r>
      <w:r w:rsidR="009D06FA" w:rsidRPr="00054CE9">
        <w:rPr>
          <w:rFonts w:ascii="Algerian" w:hAnsi="Algerian"/>
          <w:sz w:val="28"/>
          <w:szCs w:val="28"/>
        </w:rPr>
        <w:t xml:space="preserve">had a big puffy hat and Lil had a </w:t>
      </w:r>
      <w:r w:rsidR="00054CE9" w:rsidRPr="00054CE9">
        <w:rPr>
          <w:rFonts w:ascii="Algerian" w:hAnsi="Algerian"/>
          <w:sz w:val="28"/>
          <w:szCs w:val="28"/>
        </w:rPr>
        <w:t>black, yellow and</w:t>
      </w:r>
      <w:r w:rsidR="009D06FA" w:rsidRPr="00054CE9">
        <w:rPr>
          <w:rFonts w:ascii="Algerian" w:hAnsi="Algerian"/>
          <w:sz w:val="28"/>
          <w:szCs w:val="28"/>
        </w:rPr>
        <w:t xml:space="preserve"> purple </w:t>
      </w:r>
      <w:r w:rsidR="00054CE9" w:rsidRPr="00054CE9">
        <w:rPr>
          <w:rFonts w:ascii="Algerian" w:hAnsi="Algerian"/>
          <w:sz w:val="28"/>
          <w:szCs w:val="28"/>
        </w:rPr>
        <w:t>costume</w:t>
      </w:r>
      <w:r w:rsidR="00054CE9">
        <w:rPr>
          <w:rFonts w:ascii="Algerian" w:hAnsi="Algerian"/>
          <w:sz w:val="32"/>
          <w:szCs w:val="32"/>
        </w:rPr>
        <w:t xml:space="preserve"> .they entertained us with music and tricks. George practised tricks with are hat. He practised </w:t>
      </w:r>
      <w:r w:rsidR="00054CE9" w:rsidRPr="004F5120">
        <w:rPr>
          <w:rFonts w:ascii="Algerian" w:hAnsi="Algerian"/>
          <w:sz w:val="28"/>
          <w:szCs w:val="28"/>
        </w:rPr>
        <w:t xml:space="preserve">catching, aiming and turning. It was </w:t>
      </w:r>
      <w:r w:rsidR="004F5120" w:rsidRPr="004F5120">
        <w:rPr>
          <w:rFonts w:ascii="Algerian" w:hAnsi="Algerian"/>
          <w:sz w:val="28"/>
          <w:szCs w:val="28"/>
        </w:rPr>
        <w:t xml:space="preserve">great to see! First </w:t>
      </w:r>
      <w:r w:rsidR="004F5120" w:rsidRPr="00257F79">
        <w:rPr>
          <w:rFonts w:ascii="Algerian" w:hAnsi="Algerian"/>
          <w:sz w:val="28"/>
          <w:szCs w:val="28"/>
        </w:rPr>
        <w:lastRenderedPageBreak/>
        <w:t>George and L</w:t>
      </w:r>
      <w:r w:rsidR="00054CE9" w:rsidRPr="00257F79">
        <w:rPr>
          <w:rFonts w:ascii="Algerian" w:hAnsi="Algerian"/>
          <w:sz w:val="28"/>
          <w:szCs w:val="28"/>
        </w:rPr>
        <w:t>il did a routine</w:t>
      </w:r>
      <w:r w:rsidR="004F5120" w:rsidRPr="00257F79">
        <w:rPr>
          <w:rFonts w:ascii="Algerian" w:hAnsi="Algerian"/>
          <w:sz w:val="28"/>
          <w:szCs w:val="28"/>
        </w:rPr>
        <w:t>. George lifted Lil up, it looked really hard, and his face went all red</w:t>
      </w:r>
      <w:r w:rsidR="008D2D83" w:rsidRPr="00257F79">
        <w:rPr>
          <w:rFonts w:ascii="Algerian" w:hAnsi="Algerian"/>
          <w:sz w:val="28"/>
          <w:szCs w:val="28"/>
        </w:rPr>
        <w:t>. Next George did slapstick. He pretended to smack his head on the wall.</w:t>
      </w:r>
      <w:r w:rsidR="00257F79" w:rsidRPr="00257F79">
        <w:rPr>
          <w:rFonts w:ascii="Algerian" w:hAnsi="Algerian"/>
          <w:sz w:val="28"/>
          <w:szCs w:val="28"/>
        </w:rPr>
        <w:t xml:space="preserve"> L</w:t>
      </w:r>
      <w:r w:rsidR="008D2D83" w:rsidRPr="00257F79">
        <w:rPr>
          <w:rFonts w:ascii="Algerian" w:hAnsi="Algerian"/>
          <w:sz w:val="28"/>
          <w:szCs w:val="28"/>
        </w:rPr>
        <w:t>il did acrobatic moves on th</w:t>
      </w:r>
      <w:r w:rsidR="00257F79" w:rsidRPr="00257F79">
        <w:rPr>
          <w:rFonts w:ascii="Algerian" w:hAnsi="Algerian"/>
          <w:sz w:val="28"/>
          <w:szCs w:val="28"/>
        </w:rPr>
        <w:t>e hoop she posed in awkward positions, it was cool! What I saw was amazing, and the circus workshop experience was awesome, I want to</w:t>
      </w:r>
      <w:r w:rsidR="008D2D83" w:rsidRPr="00257F79">
        <w:rPr>
          <w:rFonts w:ascii="Algerian" w:hAnsi="Algerian"/>
          <w:sz w:val="28"/>
          <w:szCs w:val="28"/>
        </w:rPr>
        <w:t xml:space="preserve"> </w:t>
      </w:r>
      <w:r w:rsidR="00257F79" w:rsidRPr="00257F79">
        <w:rPr>
          <w:rFonts w:ascii="Algerian" w:hAnsi="Algerian"/>
          <w:sz w:val="28"/>
          <w:szCs w:val="28"/>
        </w:rPr>
        <w:t xml:space="preserve">do </w:t>
      </w:r>
      <w:proofErr w:type="spellStart"/>
      <w:r w:rsidR="00257F79" w:rsidRPr="00257F79">
        <w:rPr>
          <w:rFonts w:ascii="Algerian" w:hAnsi="Algerian"/>
          <w:sz w:val="28"/>
          <w:szCs w:val="28"/>
        </w:rPr>
        <w:t>every thing</w:t>
      </w:r>
      <w:proofErr w:type="spellEnd"/>
      <w:r w:rsidR="00257F79" w:rsidRPr="00257F79">
        <w:rPr>
          <w:rFonts w:ascii="Algerian" w:hAnsi="Algerian"/>
          <w:sz w:val="28"/>
          <w:szCs w:val="28"/>
        </w:rPr>
        <w:t xml:space="preserve"> again.</w:t>
      </w:r>
      <w:r w:rsidR="004F5120">
        <w:rPr>
          <w:rFonts w:ascii="Algerian" w:hAnsi="Algerian"/>
          <w:sz w:val="32"/>
          <w:szCs w:val="32"/>
        </w:rPr>
        <w:t xml:space="preserve"> </w:t>
      </w:r>
      <w:bookmarkStart w:id="0" w:name="_GoBack"/>
      <w:bookmarkEnd w:id="0"/>
    </w:p>
    <w:sectPr w:rsidR="00C40C6C" w:rsidRPr="004F5120" w:rsidSect="00C40C6C">
      <w:pgSz w:w="11906" w:h="16838"/>
      <w:pgMar w:top="1440" w:right="1440" w:bottom="1440" w:left="1440" w:header="708" w:footer="708" w:gutter="0"/>
      <w:pgBorders w:offsetFrom="page">
        <w:top w:val="pyramids" w:sz="12" w:space="24" w:color="auto"/>
        <w:left w:val="pyramids" w:sz="12" w:space="24" w:color="auto"/>
        <w:bottom w:val="pyramids" w:sz="12" w:space="24" w:color="auto"/>
        <w:right w:val="pyramid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D27"/>
    <w:rsid w:val="00054CE9"/>
    <w:rsid w:val="00257F79"/>
    <w:rsid w:val="004C53DF"/>
    <w:rsid w:val="004F5120"/>
    <w:rsid w:val="006861B4"/>
    <w:rsid w:val="00696966"/>
    <w:rsid w:val="008D2D83"/>
    <w:rsid w:val="00925B85"/>
    <w:rsid w:val="009D06FA"/>
    <w:rsid w:val="00A501A9"/>
    <w:rsid w:val="00AC0D27"/>
    <w:rsid w:val="00C40C6C"/>
    <w:rsid w:val="00E0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f9"/>
      <o:colormenu v:ext="edit" fillcolor="#9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F3CC4-F36D-4F8F-A7EE-3B6C304DD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5756C339</Template>
  <TotalTime>90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6</cp:revision>
  <dcterms:created xsi:type="dcterms:W3CDTF">2012-05-31T02:48:00Z</dcterms:created>
  <dcterms:modified xsi:type="dcterms:W3CDTF">2012-06-06T21:41:00Z</dcterms:modified>
</cp:coreProperties>
</file>